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64F61">
        <w:rPr>
          <w:rFonts w:ascii="Arial" w:hAnsi="Arial" w:cs="Arial"/>
          <w:b/>
          <w:caps/>
          <w:sz w:val="28"/>
          <w:szCs w:val="28"/>
        </w:rPr>
        <w:t>871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64F6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64F61">
              <w:rPr>
                <w:rFonts w:ascii="Arial" w:hAnsi="Arial" w:cs="Arial"/>
                <w:sz w:val="20"/>
                <w:szCs w:val="20"/>
              </w:rPr>
              <w:t>Solicita manutenção asfáltica defronte do nº 416 da Rua Pedro Gonçalves,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4F61" w:rsidRPr="00964F61" w:rsidRDefault="003A77BE" w:rsidP="00964F6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64F61">
        <w:rPr>
          <w:rFonts w:ascii="Arial" w:hAnsi="Arial" w:cs="Arial"/>
        </w:rPr>
        <w:t>à</w:t>
      </w:r>
      <w:r w:rsidR="00964F61" w:rsidRPr="00964F61">
        <w:rPr>
          <w:rFonts w:ascii="Arial" w:hAnsi="Arial" w:cs="Arial"/>
        </w:rPr>
        <w:t xml:space="preserve"> manutenção asfáltica </w:t>
      </w:r>
      <w:r w:rsidR="00964F61" w:rsidRPr="00964F61">
        <w:rPr>
          <w:rFonts w:ascii="Arial" w:hAnsi="Arial" w:cs="Arial"/>
        </w:rPr>
        <w:t>em trecho localizado na Rua Pedro Gonçalves, defronte ao nº 416, no Jardim Paraíso</w:t>
      </w:r>
      <w:r w:rsidR="00964F61">
        <w:rPr>
          <w:rFonts w:ascii="Arial" w:hAnsi="Arial" w:cs="Arial"/>
        </w:rPr>
        <w:t>.</w:t>
      </w:r>
    </w:p>
    <w:p w:rsidR="00964F61" w:rsidRPr="00964F61" w:rsidRDefault="00964F61" w:rsidP="00964F6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asfalto no</w:t>
      </w:r>
      <w:r w:rsidRPr="00964F61">
        <w:rPr>
          <w:rFonts w:ascii="Arial" w:hAnsi="Arial" w:cs="Arial"/>
        </w:rPr>
        <w:t xml:space="preserve"> referi</w:t>
      </w:r>
      <w:bookmarkStart w:id="0" w:name="_GoBack"/>
      <w:bookmarkEnd w:id="0"/>
      <w:r w:rsidRPr="00964F61">
        <w:rPr>
          <w:rFonts w:ascii="Arial" w:hAnsi="Arial" w:cs="Arial"/>
        </w:rPr>
        <w:t>do local está danificado, trazendo transtornos aos usuários da citada via e aos moradores aos arredores.</w:t>
      </w:r>
    </w:p>
    <w:p w:rsidR="00964F61" w:rsidRDefault="00964F61" w:rsidP="00964F6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964F61">
        <w:rPr>
          <w:rFonts w:ascii="Arial" w:hAnsi="Arial" w:cs="Arial"/>
        </w:rPr>
        <w:t>essalta</w:t>
      </w:r>
      <w:r>
        <w:rPr>
          <w:rFonts w:ascii="Arial" w:hAnsi="Arial" w:cs="Arial"/>
        </w:rPr>
        <w:t>mos</w:t>
      </w:r>
      <w:r w:rsidRPr="00964F61">
        <w:rPr>
          <w:rFonts w:ascii="Arial" w:hAnsi="Arial" w:cs="Arial"/>
        </w:rPr>
        <w:t xml:space="preserve"> que o buraco se encontra em frente a uma garagem e está trazendo muita dificuldade para que o m</w:t>
      </w:r>
      <w:r>
        <w:rPr>
          <w:rFonts w:ascii="Arial" w:hAnsi="Arial" w:cs="Arial"/>
        </w:rPr>
        <w:t xml:space="preserve">orador </w:t>
      </w:r>
      <w:r w:rsidRPr="00964F61">
        <w:rPr>
          <w:rFonts w:ascii="Arial" w:hAnsi="Arial" w:cs="Arial"/>
        </w:rPr>
        <w:t>entre e saia com seu veículo</w:t>
      </w:r>
      <w:r>
        <w:rPr>
          <w:rFonts w:ascii="Arial" w:hAnsi="Arial" w:cs="Arial"/>
        </w:rPr>
        <w:t>.</w:t>
      </w:r>
    </w:p>
    <w:p w:rsidR="00964F61" w:rsidRDefault="00964F61" w:rsidP="00964F6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foto.</w:t>
      </w:r>
    </w:p>
    <w:p w:rsidR="003A77BE" w:rsidRPr="001840AD" w:rsidRDefault="008C72B7" w:rsidP="00964F6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64F61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64F61">
        <w:rPr>
          <w:rFonts w:ascii="Arial" w:hAnsi="Arial" w:cs="Arial"/>
        </w:rPr>
        <w:t>4 de abril de 2018.</w:t>
      </w:r>
    </w:p>
    <w:p w:rsidR="00964F61" w:rsidRDefault="00964F6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4F61" w:rsidRDefault="00964F6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4F61" w:rsidRDefault="00964F6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4F61" w:rsidRPr="00A34F2C" w:rsidRDefault="00964F61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964F61" w:rsidRDefault="00964F61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964F61" w:rsidRDefault="00964F6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64F61" w:rsidRPr="00A34F2C" w:rsidRDefault="00964F61" w:rsidP="000772A5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33C96DE4">
            <wp:extent cx="5440680" cy="7056120"/>
            <wp:effectExtent l="0" t="0" r="762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680" cy="7056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64F61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8CF" w:rsidRDefault="00B258CF">
      <w:r>
        <w:separator/>
      </w:r>
    </w:p>
  </w:endnote>
  <w:endnote w:type="continuationSeparator" w:id="0">
    <w:p w:rsidR="00B258CF" w:rsidRDefault="00B25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8CF" w:rsidRDefault="00B258CF">
      <w:r>
        <w:separator/>
      </w:r>
    </w:p>
  </w:footnote>
  <w:footnote w:type="continuationSeparator" w:id="0">
    <w:p w:rsidR="00B258CF" w:rsidRDefault="00B25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964F61" w:rsidRDefault="003A77B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4F61">
      <w:rPr>
        <w:rFonts w:ascii="Arial" w:hAnsi="Arial" w:cs="Arial"/>
        <w:b/>
        <w:sz w:val="20"/>
        <w:szCs w:val="20"/>
        <w:u w:val="single"/>
      </w:rPr>
      <w:t>871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964F61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F40B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F40B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2072E" w:rsidRPr="00317C1A" w:rsidRDefault="00094490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64F61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258C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40BF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80926-A213-4346-B1A2-7FDE81272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126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2018-04-02T13:11:00Z</cp:lastPrinted>
  <dcterms:created xsi:type="dcterms:W3CDTF">2018-04-02T13:11:00Z</dcterms:created>
  <dcterms:modified xsi:type="dcterms:W3CDTF">2018-04-02T13:11:00Z</dcterms:modified>
</cp:coreProperties>
</file>